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38C01" w14:textId="77777777" w:rsidR="006821BE" w:rsidRPr="006821BE" w:rsidRDefault="006821BE" w:rsidP="002C59BD">
      <w:pPr>
        <w:spacing w:line="240" w:lineRule="auto"/>
        <w:ind w:left="6480"/>
        <w:jc w:val="right"/>
        <w:rPr>
          <w:rFonts w:cs="David"/>
          <w:szCs w:val="22"/>
          <w:rtl/>
        </w:rPr>
      </w:pPr>
      <w:r>
        <w:rPr>
          <w:rFonts w:cs="David" w:hint="cs"/>
          <w:sz w:val="28"/>
          <w:szCs w:val="28"/>
          <w:rtl/>
        </w:rPr>
        <w:t>‏</w:t>
      </w:r>
      <w:r w:rsidR="008214DB">
        <w:rPr>
          <w:rFonts w:cs="David" w:hint="cs"/>
          <w:sz w:val="28"/>
          <w:szCs w:val="28"/>
          <w:rtl/>
        </w:rPr>
        <w:t>‏</w:t>
      </w:r>
      <w:r w:rsidR="000B5827">
        <w:rPr>
          <w:rFonts w:cs="David" w:hint="cs"/>
          <w:rtl/>
        </w:rPr>
        <w:t>‏</w:t>
      </w:r>
    </w:p>
    <w:p w14:paraId="4D5ED0AA" w14:textId="77777777" w:rsidR="008214DB" w:rsidRDefault="008214DB" w:rsidP="006821BE">
      <w:pPr>
        <w:rPr>
          <w:rFonts w:cs="David"/>
          <w:b/>
          <w:bCs/>
          <w:sz w:val="28"/>
          <w:szCs w:val="28"/>
          <w:rtl/>
        </w:rPr>
      </w:pPr>
    </w:p>
    <w:p w14:paraId="4977DC7A" w14:textId="77777777" w:rsidR="006821BE" w:rsidRPr="0080590E" w:rsidRDefault="006821BE" w:rsidP="006821BE">
      <w:pPr>
        <w:rPr>
          <w:rFonts w:cs="David"/>
          <w:b/>
          <w:bCs/>
          <w:sz w:val="28"/>
          <w:szCs w:val="28"/>
          <w:rtl/>
        </w:rPr>
      </w:pPr>
      <w:r w:rsidRPr="0080590E">
        <w:rPr>
          <w:rFonts w:cs="David" w:hint="cs"/>
          <w:b/>
          <w:bCs/>
          <w:sz w:val="28"/>
          <w:szCs w:val="28"/>
          <w:rtl/>
        </w:rPr>
        <w:t>גננת/מורה יקרה שלום רב,</w:t>
      </w:r>
    </w:p>
    <w:p w14:paraId="1652228B" w14:textId="77777777" w:rsidR="006821BE" w:rsidRPr="006821BE" w:rsidRDefault="006821BE" w:rsidP="006821BE">
      <w:pPr>
        <w:rPr>
          <w:rFonts w:cs="David"/>
          <w:sz w:val="16"/>
          <w:szCs w:val="14"/>
          <w:rtl/>
        </w:rPr>
      </w:pPr>
    </w:p>
    <w:p w14:paraId="5A4DDE39" w14:textId="21F1B918" w:rsidR="00D31F6B" w:rsidRDefault="006821BE" w:rsidP="00EA22A6">
      <w:pPr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אנו במכללת </w:t>
      </w:r>
      <w:proofErr w:type="spellStart"/>
      <w:r>
        <w:rPr>
          <w:rFonts w:cs="David" w:hint="cs"/>
          <w:sz w:val="28"/>
          <w:szCs w:val="28"/>
          <w:rtl/>
        </w:rPr>
        <w:t>אפרתה</w:t>
      </w:r>
      <w:proofErr w:type="spellEnd"/>
      <w:r>
        <w:rPr>
          <w:rFonts w:cs="David" w:hint="cs"/>
          <w:sz w:val="28"/>
          <w:szCs w:val="28"/>
          <w:rtl/>
        </w:rPr>
        <w:t xml:space="preserve"> מתחילים להיערך לקראת העברת התשלום עבורכן </w:t>
      </w:r>
      <w:r w:rsidR="00E341E5">
        <w:rPr>
          <w:rFonts w:cs="David" w:hint="cs"/>
          <w:sz w:val="28"/>
          <w:szCs w:val="28"/>
          <w:rtl/>
        </w:rPr>
        <w:t>על</w:t>
      </w:r>
      <w:r w:rsidR="00544761">
        <w:rPr>
          <w:rFonts w:cs="David" w:hint="cs"/>
          <w:sz w:val="28"/>
          <w:szCs w:val="28"/>
          <w:rtl/>
        </w:rPr>
        <w:t xml:space="preserve"> עבודתכן </w:t>
      </w:r>
      <w:r w:rsidR="00E341E5">
        <w:rPr>
          <w:rFonts w:cs="David" w:hint="cs"/>
          <w:sz w:val="28"/>
          <w:szCs w:val="28"/>
          <w:rtl/>
        </w:rPr>
        <w:t>כמורות/גננות מאמנות.</w:t>
      </w:r>
      <w:r>
        <w:rPr>
          <w:rFonts w:cs="David" w:hint="cs"/>
          <w:sz w:val="28"/>
          <w:szCs w:val="28"/>
          <w:rtl/>
        </w:rPr>
        <w:t xml:space="preserve"> </w:t>
      </w:r>
      <w:r w:rsidR="00E341E5">
        <w:rPr>
          <w:rFonts w:cs="David" w:hint="cs"/>
          <w:sz w:val="28"/>
          <w:szCs w:val="28"/>
          <w:rtl/>
        </w:rPr>
        <w:t>התשלום</w:t>
      </w:r>
      <w:r>
        <w:rPr>
          <w:rFonts w:cs="David" w:hint="cs"/>
          <w:sz w:val="28"/>
          <w:szCs w:val="28"/>
          <w:rtl/>
        </w:rPr>
        <w:t xml:space="preserve"> יועבר </w:t>
      </w:r>
      <w:r w:rsidR="00650F2A">
        <w:rPr>
          <w:rFonts w:cs="David" w:hint="cs"/>
          <w:sz w:val="28"/>
          <w:szCs w:val="28"/>
          <w:rtl/>
        </w:rPr>
        <w:t>בחודש יולי/אוגוסט</w:t>
      </w:r>
      <w:r w:rsidR="00510B50">
        <w:rPr>
          <w:rFonts w:cs="David" w:hint="cs"/>
          <w:sz w:val="28"/>
          <w:szCs w:val="28"/>
          <w:rtl/>
        </w:rPr>
        <w:t xml:space="preserve"> 202</w:t>
      </w:r>
      <w:r w:rsidR="00DC7607">
        <w:rPr>
          <w:rFonts w:cs="David" w:hint="cs"/>
          <w:sz w:val="28"/>
          <w:szCs w:val="28"/>
          <w:rtl/>
        </w:rPr>
        <w:t>3</w:t>
      </w:r>
      <w:r w:rsidR="00650F2A">
        <w:rPr>
          <w:rFonts w:cs="David" w:hint="cs"/>
          <w:sz w:val="28"/>
          <w:szCs w:val="28"/>
          <w:rtl/>
        </w:rPr>
        <w:t xml:space="preserve"> </w:t>
      </w:r>
    </w:p>
    <w:p w14:paraId="6803E963" w14:textId="6470E6A9" w:rsidR="006821BE" w:rsidRPr="00650F2A" w:rsidRDefault="00650F2A" w:rsidP="00EA22A6">
      <w:pPr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בתלוש שכר. </w:t>
      </w:r>
      <w:r w:rsidR="006821BE">
        <w:rPr>
          <w:rFonts w:cs="David" w:hint="cs"/>
          <w:b/>
          <w:bCs/>
          <w:sz w:val="28"/>
          <w:szCs w:val="28"/>
          <w:rtl/>
        </w:rPr>
        <w:t xml:space="preserve">       </w:t>
      </w:r>
      <w:r w:rsidR="006821BE" w:rsidRPr="009A2EE7">
        <w:rPr>
          <w:rFonts w:cs="David" w:hint="cs"/>
          <w:b/>
          <w:bCs/>
          <w:sz w:val="28"/>
          <w:szCs w:val="28"/>
          <w:rtl/>
        </w:rPr>
        <w:t xml:space="preserve"> </w:t>
      </w:r>
    </w:p>
    <w:p w14:paraId="791D7253" w14:textId="77777777" w:rsidR="006821BE" w:rsidRDefault="006821BE" w:rsidP="006821BE">
      <w:pPr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פירוט התשלום: 100 ₪ לסטודנטית (שהנחיתן במהלך </w:t>
      </w:r>
      <w:r w:rsidRPr="007E0983">
        <w:rPr>
          <w:rFonts w:cs="David" w:hint="cs"/>
          <w:b/>
          <w:bCs/>
          <w:sz w:val="28"/>
          <w:szCs w:val="28"/>
          <w:rtl/>
        </w:rPr>
        <w:t>יום שלם</w:t>
      </w:r>
      <w:r>
        <w:rPr>
          <w:rFonts w:cs="David" w:hint="cs"/>
          <w:sz w:val="28"/>
          <w:szCs w:val="28"/>
          <w:rtl/>
        </w:rPr>
        <w:t>) לחודש</w:t>
      </w:r>
      <w:r w:rsidR="00E341E5">
        <w:rPr>
          <w:rFonts w:cs="David" w:hint="cs"/>
          <w:sz w:val="28"/>
          <w:szCs w:val="28"/>
          <w:rtl/>
        </w:rPr>
        <w:t xml:space="preserve"> - </w:t>
      </w:r>
      <w:r>
        <w:rPr>
          <w:rFonts w:cs="David" w:hint="cs"/>
          <w:sz w:val="28"/>
          <w:szCs w:val="28"/>
          <w:rtl/>
        </w:rPr>
        <w:t xml:space="preserve"> כפול מספר חודשים ( לא יעלה על 10 חודשים לסטודנטית) ברוטו.</w:t>
      </w:r>
      <w:r w:rsidR="00650F2A">
        <w:rPr>
          <w:rFonts w:cs="David" w:hint="cs"/>
          <w:sz w:val="28"/>
          <w:szCs w:val="28"/>
          <w:rtl/>
        </w:rPr>
        <w:t xml:space="preserve"> </w:t>
      </w:r>
    </w:p>
    <w:p w14:paraId="16634114" w14:textId="7006A049" w:rsidR="00D31F6B" w:rsidRDefault="00D31F6B" w:rsidP="00EA22A6">
      <w:pPr>
        <w:rPr>
          <w:rFonts w:cs="David"/>
          <w:b/>
          <w:bCs/>
          <w:sz w:val="28"/>
          <w:szCs w:val="28"/>
          <w:rtl/>
        </w:rPr>
      </w:pPr>
      <w:r>
        <w:rPr>
          <w:rFonts w:cs="David" w:hint="cs"/>
          <w:b/>
          <w:bCs/>
          <w:sz w:val="28"/>
          <w:szCs w:val="28"/>
          <w:rtl/>
        </w:rPr>
        <w:t xml:space="preserve">את </w:t>
      </w:r>
      <w:r w:rsidR="00EA22A6" w:rsidRPr="005F4D3A">
        <w:rPr>
          <w:rFonts w:cs="David" w:hint="cs"/>
          <w:b/>
          <w:bCs/>
          <w:sz w:val="28"/>
          <w:szCs w:val="28"/>
          <w:rtl/>
        </w:rPr>
        <w:t xml:space="preserve">הטפסים </w:t>
      </w:r>
      <w:r>
        <w:rPr>
          <w:rFonts w:cs="David" w:hint="cs"/>
          <w:b/>
          <w:bCs/>
          <w:sz w:val="28"/>
          <w:szCs w:val="28"/>
          <w:rtl/>
        </w:rPr>
        <w:t xml:space="preserve">יש </w:t>
      </w:r>
      <w:r w:rsidR="00EA22A6" w:rsidRPr="005F4D3A">
        <w:rPr>
          <w:rFonts w:cs="David" w:hint="cs"/>
          <w:b/>
          <w:bCs/>
          <w:sz w:val="28"/>
          <w:szCs w:val="28"/>
          <w:rtl/>
        </w:rPr>
        <w:t>לש</w:t>
      </w:r>
      <w:r w:rsidR="00CA5CD6" w:rsidRPr="005F4D3A">
        <w:rPr>
          <w:rFonts w:cs="David" w:hint="cs"/>
          <w:b/>
          <w:bCs/>
          <w:sz w:val="28"/>
          <w:szCs w:val="28"/>
          <w:rtl/>
        </w:rPr>
        <w:t>לוח</w:t>
      </w:r>
      <w:r>
        <w:rPr>
          <w:rFonts w:cs="David" w:hint="cs"/>
          <w:b/>
          <w:bCs/>
          <w:sz w:val="28"/>
          <w:szCs w:val="28"/>
          <w:rtl/>
        </w:rPr>
        <w:t xml:space="preserve"> למייל </w:t>
      </w:r>
      <w:hyperlink r:id="rId6" w:history="1">
        <w:r w:rsidRPr="002C4441">
          <w:rPr>
            <w:rStyle w:val="Hyperlink"/>
            <w:rFonts w:cs="David"/>
            <w:b/>
            <w:bCs/>
            <w:sz w:val="28"/>
            <w:szCs w:val="28"/>
          </w:rPr>
          <w:t>miri@emef.ac.il</w:t>
        </w:r>
      </w:hyperlink>
      <w:r>
        <w:rPr>
          <w:rFonts w:cs="David"/>
          <w:b/>
          <w:bCs/>
          <w:sz w:val="28"/>
          <w:szCs w:val="28"/>
        </w:rPr>
        <w:t xml:space="preserve"> </w:t>
      </w:r>
      <w:r w:rsidR="00CA5CD6" w:rsidRPr="005F4D3A">
        <w:rPr>
          <w:rFonts w:cs="David" w:hint="cs"/>
          <w:b/>
          <w:bCs/>
          <w:sz w:val="28"/>
          <w:szCs w:val="28"/>
          <w:rtl/>
        </w:rPr>
        <w:t xml:space="preserve"> עד לתאריך </w:t>
      </w:r>
      <w:r w:rsidR="00224B18">
        <w:rPr>
          <w:rFonts w:cs="David" w:hint="cs"/>
          <w:b/>
          <w:bCs/>
          <w:sz w:val="28"/>
          <w:szCs w:val="28"/>
          <w:rtl/>
        </w:rPr>
        <w:t>31.5.23</w:t>
      </w:r>
      <w:r w:rsidR="008A3066" w:rsidRPr="005F4D3A">
        <w:rPr>
          <w:rFonts w:cs="David" w:hint="cs"/>
          <w:b/>
          <w:bCs/>
          <w:sz w:val="28"/>
          <w:szCs w:val="28"/>
          <w:rtl/>
        </w:rPr>
        <w:t xml:space="preserve"> </w:t>
      </w:r>
    </w:p>
    <w:p w14:paraId="1989318A" w14:textId="47AEC25D" w:rsidR="00EA22A6" w:rsidRPr="005F4D3A" w:rsidRDefault="008A3066" w:rsidP="00EA22A6">
      <w:pPr>
        <w:rPr>
          <w:rFonts w:cs="David"/>
          <w:b/>
          <w:bCs/>
          <w:sz w:val="28"/>
          <w:szCs w:val="28"/>
          <w:rtl/>
        </w:rPr>
      </w:pPr>
      <w:r w:rsidRPr="005F4D3A">
        <w:rPr>
          <w:rFonts w:cs="David" w:hint="cs"/>
          <w:b/>
          <w:bCs/>
          <w:sz w:val="28"/>
          <w:szCs w:val="28"/>
          <w:rtl/>
        </w:rPr>
        <w:t xml:space="preserve">לאחר תאריך זה לא נוכל לטפל בבקשתך! </w:t>
      </w:r>
    </w:p>
    <w:p w14:paraId="3F3E4397" w14:textId="77777777" w:rsidR="006821BE" w:rsidRDefault="00F06642" w:rsidP="005F4D3A">
      <w:pPr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>מצ</w:t>
      </w:r>
      <w:r w:rsidR="006821BE">
        <w:rPr>
          <w:rFonts w:cs="David" w:hint="cs"/>
          <w:sz w:val="28"/>
          <w:szCs w:val="28"/>
          <w:rtl/>
        </w:rPr>
        <w:t>"ב ערכה למי</w:t>
      </w:r>
      <w:r w:rsidR="005F4D3A">
        <w:rPr>
          <w:rFonts w:cs="David" w:hint="cs"/>
          <w:sz w:val="28"/>
          <w:szCs w:val="28"/>
          <w:rtl/>
        </w:rPr>
        <w:t>לוי הטפסים והסבר מפורט בעבורכן:</w:t>
      </w:r>
    </w:p>
    <w:p w14:paraId="52B3C422" w14:textId="77777777" w:rsidR="006821BE" w:rsidRPr="00650F2A" w:rsidRDefault="008A3066" w:rsidP="004C460D">
      <w:pPr>
        <w:rPr>
          <w:rFonts w:cs="David"/>
          <w:b/>
          <w:bCs/>
          <w:sz w:val="28"/>
          <w:szCs w:val="28"/>
          <w:u w:val="single"/>
          <w:rtl/>
        </w:rPr>
      </w:pPr>
      <w:r>
        <w:rPr>
          <w:rFonts w:cs="David" w:hint="cs"/>
          <w:sz w:val="28"/>
          <w:szCs w:val="28"/>
          <w:rtl/>
        </w:rPr>
        <w:t xml:space="preserve">1. </w:t>
      </w:r>
      <w:r w:rsidR="006821BE">
        <w:rPr>
          <w:rFonts w:cs="David" w:hint="cs"/>
          <w:sz w:val="28"/>
          <w:szCs w:val="28"/>
          <w:u w:val="single"/>
          <w:rtl/>
        </w:rPr>
        <w:t>טופס 101</w:t>
      </w:r>
      <w:r w:rsidR="006821BE" w:rsidRPr="008214DB">
        <w:rPr>
          <w:rFonts w:cs="David" w:hint="cs"/>
          <w:sz w:val="28"/>
          <w:szCs w:val="28"/>
          <w:rtl/>
        </w:rPr>
        <w:t xml:space="preserve"> - </w:t>
      </w:r>
      <w:r w:rsidR="006821BE">
        <w:rPr>
          <w:rFonts w:cs="David" w:hint="cs"/>
          <w:sz w:val="28"/>
          <w:szCs w:val="28"/>
          <w:rtl/>
        </w:rPr>
        <w:t>שאלון עובד</w:t>
      </w:r>
      <w:r w:rsidR="008214DB">
        <w:rPr>
          <w:rFonts w:cs="David" w:hint="cs"/>
          <w:sz w:val="28"/>
          <w:szCs w:val="28"/>
          <w:rtl/>
        </w:rPr>
        <w:t xml:space="preserve">, </w:t>
      </w:r>
      <w:r w:rsidR="004C460D" w:rsidRPr="004C460D">
        <w:rPr>
          <w:rFonts w:cs="David" w:hint="cs"/>
          <w:b/>
          <w:bCs/>
          <w:color w:val="FF0000"/>
          <w:sz w:val="28"/>
          <w:szCs w:val="28"/>
          <w:rtl/>
        </w:rPr>
        <w:t>יש להקפיד למלא את סעיפים: ב', ה', ו'</w:t>
      </w:r>
      <w:r w:rsidRPr="008A3066">
        <w:rPr>
          <w:rFonts w:cs="David" w:hint="cs"/>
          <w:b/>
          <w:bCs/>
          <w:color w:val="FF0000"/>
          <w:sz w:val="28"/>
          <w:szCs w:val="28"/>
          <w:rtl/>
        </w:rPr>
        <w:t xml:space="preserve"> במלואם!</w:t>
      </w:r>
    </w:p>
    <w:p w14:paraId="557822BE" w14:textId="77777777" w:rsidR="006821BE" w:rsidRDefault="008A3066" w:rsidP="008A3066">
      <w:pPr>
        <w:rPr>
          <w:rFonts w:cs="David"/>
          <w:sz w:val="28"/>
          <w:szCs w:val="28"/>
          <w:u w:val="single"/>
          <w:rtl/>
        </w:rPr>
      </w:pPr>
      <w:r>
        <w:rPr>
          <w:rFonts w:cs="David" w:hint="cs"/>
          <w:sz w:val="28"/>
          <w:szCs w:val="28"/>
          <w:rtl/>
        </w:rPr>
        <w:t>2</w:t>
      </w:r>
      <w:r w:rsidR="006821BE">
        <w:rPr>
          <w:rFonts w:cs="David" w:hint="cs"/>
          <w:sz w:val="28"/>
          <w:szCs w:val="28"/>
          <w:rtl/>
        </w:rPr>
        <w:t>.</w:t>
      </w:r>
      <w:r>
        <w:rPr>
          <w:rFonts w:cs="David" w:hint="cs"/>
          <w:sz w:val="28"/>
          <w:szCs w:val="28"/>
          <w:rtl/>
        </w:rPr>
        <w:t xml:space="preserve"> </w:t>
      </w:r>
      <w:r w:rsidR="006821BE">
        <w:rPr>
          <w:rFonts w:cs="David" w:hint="cs"/>
          <w:sz w:val="28"/>
          <w:szCs w:val="28"/>
          <w:u w:val="single"/>
          <w:rtl/>
        </w:rPr>
        <w:t>טופס תיאום מס</w:t>
      </w:r>
      <w:r w:rsidR="006821BE" w:rsidRPr="008214DB">
        <w:rPr>
          <w:rFonts w:cs="David" w:hint="cs"/>
          <w:sz w:val="28"/>
          <w:szCs w:val="28"/>
          <w:rtl/>
        </w:rPr>
        <w:t xml:space="preserve"> </w:t>
      </w:r>
      <w:r w:rsidR="008214DB" w:rsidRPr="008214DB">
        <w:rPr>
          <w:rFonts w:cs="David"/>
          <w:sz w:val="28"/>
          <w:szCs w:val="28"/>
          <w:rtl/>
        </w:rPr>
        <w:t>–</w:t>
      </w:r>
      <w:r w:rsidR="006821BE" w:rsidRPr="008214DB"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ניתן לעשות באתר של מס הכנסה: </w:t>
      </w:r>
      <w:hyperlink r:id="rId7" w:history="1">
        <w:r w:rsidRPr="00D04D0F">
          <w:rPr>
            <w:rStyle w:val="Hyperlink"/>
            <w:rFonts w:cs="David"/>
            <w:sz w:val="28"/>
            <w:szCs w:val="28"/>
          </w:rPr>
          <w:t>https://www.gov.il/he/service/tax-coordination-online?trigger=sugg</w:t>
        </w:r>
      </w:hyperlink>
      <w:r>
        <w:rPr>
          <w:rFonts w:cs="David" w:hint="cs"/>
          <w:sz w:val="28"/>
          <w:szCs w:val="28"/>
          <w:u w:val="single"/>
          <w:rtl/>
        </w:rPr>
        <w:t xml:space="preserve"> </w:t>
      </w:r>
    </w:p>
    <w:p w14:paraId="7CD9BD6B" w14:textId="77777777" w:rsidR="00F42A6B" w:rsidRPr="00F42A6B" w:rsidRDefault="00F42A6B" w:rsidP="008A3066">
      <w:pPr>
        <w:rPr>
          <w:rFonts w:cs="David"/>
          <w:sz w:val="28"/>
          <w:szCs w:val="28"/>
          <w:rtl/>
        </w:rPr>
      </w:pPr>
      <w:r w:rsidRPr="00F42A6B">
        <w:rPr>
          <w:rFonts w:cs="David" w:hint="cs"/>
          <w:sz w:val="28"/>
          <w:szCs w:val="28"/>
          <w:rtl/>
        </w:rPr>
        <w:t xml:space="preserve">או לגשת למשרדי מס הכנסה. </w:t>
      </w:r>
    </w:p>
    <w:p w14:paraId="4844AF60" w14:textId="77777777" w:rsidR="006821BE" w:rsidRPr="006821BE" w:rsidRDefault="006821BE" w:rsidP="006821BE">
      <w:pPr>
        <w:rPr>
          <w:rFonts w:cs="David"/>
          <w:b/>
          <w:bCs/>
          <w:sz w:val="16"/>
          <w:szCs w:val="14"/>
          <w:rtl/>
        </w:rPr>
      </w:pPr>
    </w:p>
    <w:p w14:paraId="0E08D94F" w14:textId="77777777" w:rsidR="00650F2A" w:rsidRDefault="006821BE" w:rsidP="0092717B">
      <w:pPr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</w:t>
      </w:r>
      <w:r w:rsidR="0092717B">
        <w:rPr>
          <w:rFonts w:cs="David" w:hint="cs"/>
          <w:sz w:val="28"/>
          <w:szCs w:val="28"/>
          <w:rtl/>
        </w:rPr>
        <w:t xml:space="preserve">                  </w:t>
      </w:r>
      <w:r>
        <w:rPr>
          <w:rFonts w:cs="David" w:hint="cs"/>
          <w:sz w:val="28"/>
          <w:szCs w:val="28"/>
          <w:rtl/>
        </w:rPr>
        <w:t xml:space="preserve"> </w:t>
      </w:r>
    </w:p>
    <w:p w14:paraId="0485609A" w14:textId="77777777" w:rsidR="00650F2A" w:rsidRDefault="00650F2A" w:rsidP="0092717B">
      <w:pPr>
        <w:rPr>
          <w:rFonts w:cs="David"/>
          <w:sz w:val="28"/>
          <w:szCs w:val="28"/>
          <w:rtl/>
        </w:rPr>
      </w:pPr>
    </w:p>
    <w:p w14:paraId="0BD7B091" w14:textId="77777777" w:rsidR="00650F2A" w:rsidRDefault="00650F2A" w:rsidP="0092717B">
      <w:pPr>
        <w:rPr>
          <w:rFonts w:cs="David"/>
          <w:sz w:val="28"/>
          <w:szCs w:val="28"/>
          <w:rtl/>
        </w:rPr>
      </w:pPr>
    </w:p>
    <w:p w14:paraId="6C9D5C20" w14:textId="77777777" w:rsidR="00650F2A" w:rsidRDefault="00650F2A" w:rsidP="0092717B">
      <w:pPr>
        <w:rPr>
          <w:rFonts w:cs="David"/>
          <w:sz w:val="28"/>
          <w:szCs w:val="28"/>
          <w:rtl/>
        </w:rPr>
      </w:pPr>
    </w:p>
    <w:p w14:paraId="6BE43354" w14:textId="22B4A7DB" w:rsidR="006821BE" w:rsidRDefault="00D31F6B" w:rsidP="00650F2A">
      <w:pPr>
        <w:ind w:left="3600"/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</w:t>
      </w:r>
      <w:r w:rsidR="00650F2A"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sz w:val="28"/>
          <w:szCs w:val="28"/>
          <w:rtl/>
        </w:rPr>
        <w:t>בהצלחה,</w:t>
      </w:r>
    </w:p>
    <w:p w14:paraId="7BE9F4D4" w14:textId="7519B6D5" w:rsidR="005D3572" w:rsidRDefault="00D31F6B" w:rsidP="00FB276A">
      <w:pPr>
        <w:spacing w:line="240" w:lineRule="auto"/>
        <w:jc w:val="center"/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מירי כהן</w:t>
      </w:r>
    </w:p>
    <w:p w14:paraId="7687F2A6" w14:textId="68475595" w:rsidR="00A222EF" w:rsidRPr="006821BE" w:rsidRDefault="00A222EF" w:rsidP="00FB276A">
      <w:pPr>
        <w:spacing w:line="240" w:lineRule="auto"/>
        <w:jc w:val="center"/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ab/>
      </w:r>
      <w:r>
        <w:rPr>
          <w:rFonts w:cs="David"/>
          <w:sz w:val="28"/>
          <w:szCs w:val="28"/>
          <w:rtl/>
        </w:rPr>
        <w:tab/>
      </w:r>
      <w:r>
        <w:rPr>
          <w:rFonts w:cs="David"/>
          <w:sz w:val="28"/>
          <w:szCs w:val="28"/>
          <w:rtl/>
        </w:rPr>
        <w:tab/>
      </w:r>
      <w:r>
        <w:rPr>
          <w:rFonts w:cs="David"/>
          <w:sz w:val="28"/>
          <w:szCs w:val="28"/>
          <w:rtl/>
        </w:rPr>
        <w:tab/>
      </w:r>
      <w:r>
        <w:rPr>
          <w:rFonts w:cs="David"/>
          <w:sz w:val="28"/>
          <w:szCs w:val="28"/>
          <w:rtl/>
        </w:rPr>
        <w:tab/>
      </w:r>
      <w:r>
        <w:rPr>
          <w:rFonts w:cs="David"/>
          <w:sz w:val="28"/>
          <w:szCs w:val="28"/>
          <w:rtl/>
        </w:rPr>
        <w:tab/>
      </w:r>
      <w:r>
        <w:rPr>
          <w:rFonts w:cs="David"/>
          <w:sz w:val="28"/>
          <w:szCs w:val="28"/>
          <w:rtl/>
        </w:rPr>
        <w:tab/>
      </w:r>
      <w:r>
        <w:rPr>
          <w:rFonts w:cs="David"/>
          <w:sz w:val="28"/>
          <w:szCs w:val="28"/>
          <w:rtl/>
        </w:rPr>
        <w:tab/>
      </w:r>
      <w:r>
        <w:rPr>
          <w:rFonts w:cs="David" w:hint="cs"/>
          <w:sz w:val="28"/>
          <w:szCs w:val="28"/>
          <w:rtl/>
        </w:rPr>
        <w:t xml:space="preserve">                מכללת </w:t>
      </w:r>
      <w:proofErr w:type="spellStart"/>
      <w:r>
        <w:rPr>
          <w:rFonts w:cs="David" w:hint="cs"/>
          <w:sz w:val="28"/>
          <w:szCs w:val="28"/>
          <w:rtl/>
        </w:rPr>
        <w:t>אפרתה</w:t>
      </w:r>
      <w:proofErr w:type="spellEnd"/>
    </w:p>
    <w:sectPr w:rsidR="00A222EF" w:rsidRPr="006821BE" w:rsidSect="00FD50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410" w:right="1800" w:bottom="284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A0525" w14:textId="77777777" w:rsidR="00857532" w:rsidRDefault="00857532" w:rsidP="00D66130">
      <w:r>
        <w:separator/>
      </w:r>
    </w:p>
  </w:endnote>
  <w:endnote w:type="continuationSeparator" w:id="0">
    <w:p w14:paraId="2A4C8DA2" w14:textId="77777777" w:rsidR="00857532" w:rsidRDefault="00857532" w:rsidP="00D66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el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4BA8A" w14:textId="77777777" w:rsidR="00F9151B" w:rsidRDefault="00F9151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283BE" w14:textId="77777777" w:rsidR="00F9151B" w:rsidRDefault="00F9151B" w:rsidP="005416DA">
    <w:pPr>
      <w:pBdr>
        <w:bottom w:val="single" w:sz="12" w:space="1" w:color="auto"/>
      </w:pBdr>
      <w:jc w:val="right"/>
      <w:rPr>
        <w:rFonts w:cs="David"/>
        <w:rtl/>
      </w:rPr>
    </w:pPr>
  </w:p>
  <w:p w14:paraId="3315121A" w14:textId="77777777" w:rsidR="00F9151B" w:rsidRPr="00F9151B" w:rsidRDefault="00F9151B" w:rsidP="00380927">
    <w:pPr>
      <w:jc w:val="center"/>
      <w:rPr>
        <w:rFonts w:cs="David"/>
        <w:b/>
        <w:bCs/>
        <w:spacing w:val="40"/>
        <w:rtl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F9151B">
      <w:rPr>
        <w:rFonts w:ascii="Times New Roman" w:hAnsi="Times New Roman" w:cs="Aharoni"/>
        <w:b/>
        <w:bCs/>
        <w:spacing w:val="40"/>
        <w:rtl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אמונה</w:t>
    </w:r>
    <w:r w:rsidRPr="00F9151B">
      <w:rPr>
        <w:rFonts w:ascii="Times New Roman" w:hAnsi="Times New Roman" w:cs="Aharoni" w:hint="cs"/>
        <w:b/>
        <w:bCs/>
        <w:spacing w:val="40"/>
        <w:rtl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</w:t>
    </w:r>
    <w:r w:rsidRPr="00F9151B">
      <w:rPr>
        <w:rFonts w:ascii="Times New Roman" w:hAnsi="Times New Roman" w:cs="Aharoni"/>
        <w:b/>
        <w:bCs/>
        <w:spacing w:val="40"/>
        <w:rtl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-</w:t>
    </w:r>
    <w:proofErr w:type="spellStart"/>
    <w:r w:rsidRPr="00F9151B">
      <w:rPr>
        <w:rFonts w:ascii="Times New Roman" w:hAnsi="Times New Roman" w:cs="Aharoni"/>
        <w:b/>
        <w:bCs/>
        <w:spacing w:val="40"/>
        <w:rtl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אפרתה</w:t>
    </w:r>
    <w:proofErr w:type="spellEnd"/>
    <w:r w:rsidRPr="00F9151B">
      <w:rPr>
        <w:rFonts w:cs="David" w:hint="cs"/>
        <w:b/>
        <w:bCs/>
        <w:spacing w:val="40"/>
        <w:rtl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| </w:t>
    </w:r>
    <w:r w:rsidRPr="00F9151B">
      <w:rPr>
        <w:rFonts w:cs="Aharoni" w:hint="cs"/>
        <w:b/>
        <w:bCs/>
        <w:spacing w:val="40"/>
        <w:rtl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מכללה אקדמית לחינוך </w:t>
    </w:r>
    <w:proofErr w:type="spellStart"/>
    <w:r w:rsidRPr="00F9151B">
      <w:rPr>
        <w:rFonts w:cs="Aharoni" w:hint="cs"/>
        <w:b/>
        <w:bCs/>
        <w:spacing w:val="40"/>
        <w:rtl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ואמנויות</w:t>
    </w:r>
    <w:proofErr w:type="spellEnd"/>
  </w:p>
  <w:p w14:paraId="4A642F82" w14:textId="77777777" w:rsidR="00F9151B" w:rsidRPr="00534813" w:rsidRDefault="00F9151B" w:rsidP="00534813">
    <w:pPr>
      <w:tabs>
        <w:tab w:val="left" w:pos="641"/>
      </w:tabs>
      <w:rPr>
        <w:rFonts w:cs="David"/>
        <w:b/>
        <w:bCs/>
      </w:rPr>
    </w:pPr>
    <w:r w:rsidRPr="00F9151B">
      <w:rPr>
        <w:rFonts w:ascii="Times New Roman" w:hAnsi="Times New Roman" w:cs="Aharoni"/>
        <w:noProof/>
        <w:spacing w:val="40"/>
        <w:sz w:val="3276"/>
        <w:szCs w:val="3276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A15E0D7" wp14:editId="545F61E9">
              <wp:simplePos x="0" y="0"/>
              <wp:positionH relativeFrom="column">
                <wp:posOffset>2758440</wp:posOffset>
              </wp:positionH>
              <wp:positionV relativeFrom="paragraph">
                <wp:posOffset>106045</wp:posOffset>
              </wp:positionV>
              <wp:extent cx="2677795" cy="644525"/>
              <wp:effectExtent l="0" t="1270" r="2540" b="1905"/>
              <wp:wrapNone/>
              <wp:docPr id="2" name="תיבת טקסט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677795" cy="644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BA79F0" w14:textId="77777777" w:rsidR="00F9151B" w:rsidRDefault="00F9151B" w:rsidP="000A7B7B">
                          <w:pPr>
                            <w:rPr>
                              <w:rFonts w:cs="David"/>
                              <w:b/>
                              <w:bCs/>
                              <w:rtl/>
                            </w:rPr>
                          </w:pPr>
                          <w:r>
                            <w:rPr>
                              <w:rFonts w:cs="David" w:hint="cs"/>
                              <w:b/>
                              <w:bCs/>
                              <w:rtl/>
                            </w:rPr>
                            <w:t xml:space="preserve">   </w:t>
                          </w:r>
                          <w:proofErr w:type="spellStart"/>
                          <w:r>
                            <w:rPr>
                              <w:rFonts w:cs="David" w:hint="cs"/>
                              <w:b/>
                              <w:bCs/>
                              <w:rtl/>
                            </w:rPr>
                            <w:t>אפרתה</w:t>
                          </w:r>
                          <w:proofErr w:type="spellEnd"/>
                          <w:r>
                            <w:rPr>
                              <w:rFonts w:cs="David" w:hint="cs"/>
                              <w:b/>
                              <w:bCs/>
                              <w:rtl/>
                            </w:rPr>
                            <w:t xml:space="preserve"> | בית ספר לחינוך ולהוראה                                             </w:t>
                          </w:r>
                        </w:p>
                        <w:p w14:paraId="45E4AA4E" w14:textId="77777777" w:rsidR="00F9151B" w:rsidRDefault="00F9151B" w:rsidP="000A7B7B">
                          <w:pPr>
                            <w:rPr>
                              <w:rFonts w:cs="David"/>
                              <w:b/>
                              <w:bCs/>
                              <w:rtl/>
                            </w:rPr>
                          </w:pPr>
                          <w:r>
                            <w:rPr>
                              <w:rFonts w:cs="David" w:hint="cs"/>
                              <w:b/>
                              <w:bCs/>
                              <w:rtl/>
                            </w:rPr>
                            <w:t xml:space="preserve">        מיסודה של מכללת </w:t>
                          </w:r>
                          <w:proofErr w:type="spellStart"/>
                          <w:r>
                            <w:rPr>
                              <w:rFonts w:cs="David" w:hint="cs"/>
                              <w:b/>
                              <w:bCs/>
                              <w:rtl/>
                            </w:rPr>
                            <w:t>אפרתה</w:t>
                          </w:r>
                          <w:proofErr w:type="spellEnd"/>
                          <w:r>
                            <w:rPr>
                              <w:rFonts w:cs="David" w:hint="cs"/>
                              <w:b/>
                              <w:bCs/>
                              <w:rtl/>
                            </w:rPr>
                            <w:t xml:space="preserve"> </w:t>
                          </w:r>
                        </w:p>
                        <w:p w14:paraId="70663C10" w14:textId="77777777" w:rsidR="00F9151B" w:rsidRPr="000A7B7B" w:rsidRDefault="00F9151B" w:rsidP="000A7B7B">
                          <w:pPr>
                            <w:rPr>
                              <w:rFonts w:cs="David"/>
                              <w:b/>
                              <w:bCs/>
                              <w:rtl/>
                            </w:rPr>
                          </w:pPr>
                          <w:r w:rsidRPr="000A7B7B">
                            <w:rPr>
                              <w:rFonts w:cs="David" w:hint="cs"/>
                              <w:sz w:val="18"/>
                              <w:szCs w:val="18"/>
                              <w:rtl/>
                            </w:rPr>
                            <w:t>רח' בן יפונה 17, ת.ד. 10263 י-ם</w:t>
                          </w:r>
                          <w:r>
                            <w:rPr>
                              <w:rFonts w:cs="David" w:hint="cs"/>
                              <w:sz w:val="18"/>
                              <w:szCs w:val="18"/>
                              <w:rtl/>
                            </w:rPr>
                            <w:t xml:space="preserve"> | </w:t>
                          </w:r>
                          <w:r w:rsidRPr="000A7B7B">
                            <w:rPr>
                              <w:rFonts w:cs="David" w:hint="cs"/>
                              <w:sz w:val="18"/>
                              <w:szCs w:val="18"/>
                              <w:rtl/>
                            </w:rPr>
                            <w:t xml:space="preserve"> מיקוד 9110201</w:t>
                          </w:r>
                        </w:p>
                        <w:p w14:paraId="1D1B27D4" w14:textId="77777777" w:rsidR="00F9151B" w:rsidRPr="000A7B7B" w:rsidRDefault="00F9151B" w:rsidP="00534813">
                          <w:pPr>
                            <w:rPr>
                              <w:rFonts w:cs="David"/>
                              <w:sz w:val="18"/>
                              <w:szCs w:val="18"/>
                              <w:rtl/>
                              <w:cs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תיבת טקסט 2" o:spid="_x0000_s1026" type="#_x0000_t202" style="position:absolute;left:0;text-align:left;margin-left:217.2pt;margin-top:8.35pt;width:210.85pt;height:50.7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" stroked="f">
              <v:textbox>
                <w:txbxContent>
                  <w:p w:rsidR="00F9151B" w:rsidRDefault="00F9151B" w:rsidP="000A7B7B">
                    <w:pPr>
                      <w:rPr>
                        <w:rFonts w:cs="David"/>
                        <w:b/>
                        <w:bCs/>
                        <w:rtl/>
                      </w:rPr>
                    </w:pPr>
                    <w:r>
                      <w:rPr>
                        <w:rFonts w:cs="David" w:hint="cs"/>
                        <w:b/>
                        <w:bCs/>
                        <w:rtl/>
                      </w:rPr>
                      <w:t xml:space="preserve">   </w:t>
                    </w:r>
                    <w:proofErr w:type="spellStart"/>
                    <w:r>
                      <w:rPr>
                        <w:rFonts w:cs="David" w:hint="cs"/>
                        <w:b/>
                        <w:bCs/>
                        <w:rtl/>
                      </w:rPr>
                      <w:t>אפרתה</w:t>
                    </w:r>
                    <w:proofErr w:type="spellEnd"/>
                    <w:r>
                      <w:rPr>
                        <w:rFonts w:cs="David" w:hint="cs"/>
                        <w:b/>
                        <w:bCs/>
                        <w:rtl/>
                      </w:rPr>
                      <w:t xml:space="preserve"> | בית ספר לחינוך ולהוראה                                             </w:t>
                    </w:r>
                  </w:p>
                  <w:p w:rsidR="00F9151B" w:rsidRDefault="00F9151B" w:rsidP="000A7B7B">
                    <w:pPr>
                      <w:rPr>
                        <w:rFonts w:cs="David"/>
                        <w:b/>
                        <w:bCs/>
                        <w:rtl/>
                      </w:rPr>
                    </w:pPr>
                    <w:r>
                      <w:rPr>
                        <w:rFonts w:cs="David" w:hint="cs"/>
                        <w:b/>
                        <w:bCs/>
                        <w:rtl/>
                      </w:rPr>
                      <w:t xml:space="preserve">        מיסודה של מכללת </w:t>
                    </w:r>
                    <w:proofErr w:type="spellStart"/>
                    <w:r>
                      <w:rPr>
                        <w:rFonts w:cs="David" w:hint="cs"/>
                        <w:b/>
                        <w:bCs/>
                        <w:rtl/>
                      </w:rPr>
                      <w:t>אפרתה</w:t>
                    </w:r>
                    <w:proofErr w:type="spellEnd"/>
                    <w:r>
                      <w:rPr>
                        <w:rFonts w:cs="David" w:hint="cs"/>
                        <w:b/>
                        <w:bCs/>
                        <w:rtl/>
                      </w:rPr>
                      <w:t xml:space="preserve"> </w:t>
                    </w:r>
                  </w:p>
                  <w:p w:rsidR="00F9151B" w:rsidRPr="000A7B7B" w:rsidRDefault="00F9151B" w:rsidP="000A7B7B">
                    <w:pPr>
                      <w:rPr>
                        <w:rFonts w:cs="David"/>
                        <w:b/>
                        <w:bCs/>
                        <w:rtl/>
                      </w:rPr>
                    </w:pPr>
                    <w:r w:rsidRPr="000A7B7B">
                      <w:rPr>
                        <w:rFonts w:cs="David" w:hint="cs"/>
                        <w:sz w:val="18"/>
                        <w:szCs w:val="18"/>
                        <w:rtl/>
                      </w:rPr>
                      <w:t>רח' בן יפונה 17, ת.ד. 10263 י-ם</w:t>
                    </w:r>
                    <w:r>
                      <w:rPr>
                        <w:rFonts w:cs="David" w:hint="cs"/>
                        <w:sz w:val="18"/>
                        <w:szCs w:val="18"/>
                        <w:rtl/>
                      </w:rPr>
                      <w:t xml:space="preserve"> | </w:t>
                    </w:r>
                    <w:r w:rsidRPr="000A7B7B">
                      <w:rPr>
                        <w:rFonts w:cs="David" w:hint="cs"/>
                        <w:sz w:val="18"/>
                        <w:szCs w:val="18"/>
                        <w:rtl/>
                      </w:rPr>
                      <w:t xml:space="preserve"> מיקוד 9110201</w:t>
                    </w:r>
                  </w:p>
                  <w:p w:rsidR="00F9151B" w:rsidRPr="000A7B7B" w:rsidRDefault="00F9151B" w:rsidP="00534813">
                    <w:pPr>
                      <w:rPr>
                        <w:rFonts w:cs="David"/>
                        <w:sz w:val="18"/>
                        <w:szCs w:val="18"/>
                        <w:rtl/>
                        <w:cs/>
                      </w:rPr>
                    </w:pPr>
                  </w:p>
                </w:txbxContent>
              </v:textbox>
            </v:shape>
          </w:pict>
        </mc:Fallback>
      </mc:AlternateContent>
    </w:r>
    <w:r w:rsidRPr="00F9151B">
      <w:rPr>
        <w:rFonts w:ascii="Times New Roman" w:hAnsi="Times New Roman" w:cs="Aharoni"/>
        <w:noProof/>
        <w:spacing w:val="40"/>
        <w:sz w:val="3276"/>
        <w:szCs w:val="3276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A3BFE42" wp14:editId="1A962948">
              <wp:simplePos x="0" y="0"/>
              <wp:positionH relativeFrom="column">
                <wp:posOffset>-768985</wp:posOffset>
              </wp:positionH>
              <wp:positionV relativeFrom="paragraph">
                <wp:posOffset>106045</wp:posOffset>
              </wp:positionV>
              <wp:extent cx="2677795" cy="573405"/>
              <wp:effectExtent l="2540" t="1270" r="0" b="0"/>
              <wp:wrapNone/>
              <wp:docPr id="1" name="תיבת טקסט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677795" cy="573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B264C2" w14:textId="77777777" w:rsidR="00F9151B" w:rsidRPr="00534813" w:rsidRDefault="00F9151B" w:rsidP="000A7B7B">
                          <w:pPr>
                            <w:rPr>
                              <w:rFonts w:cs="David"/>
                              <w:b/>
                              <w:bCs/>
                              <w:rtl/>
                              <w:cs/>
                            </w:rPr>
                          </w:pPr>
                          <w:r>
                            <w:rPr>
                              <w:rFonts w:cs="David" w:hint="cs"/>
                              <w:b/>
                              <w:bCs/>
                              <w:rtl/>
                            </w:rPr>
                            <w:t xml:space="preserve">אמונה | </w:t>
                          </w:r>
                          <w:r w:rsidRPr="00534813">
                            <w:rPr>
                              <w:rFonts w:cs="David" w:hint="cs"/>
                              <w:b/>
                              <w:bCs/>
                              <w:rtl/>
                            </w:rPr>
                            <w:t xml:space="preserve">בית ספר להוראת </w:t>
                          </w:r>
                          <w:proofErr w:type="spellStart"/>
                          <w:r w:rsidRPr="00534813">
                            <w:rPr>
                              <w:rFonts w:cs="David" w:hint="cs"/>
                              <w:b/>
                              <w:bCs/>
                              <w:rtl/>
                            </w:rPr>
                            <w:t>ה</w:t>
                          </w:r>
                          <w:r w:rsidRPr="00534813">
                            <w:rPr>
                              <w:rFonts w:cs="David" w:hint="cs"/>
                              <w:b/>
                              <w:bCs/>
                              <w:rtl/>
                              <w:cs/>
                            </w:rPr>
                            <w:t>אמנויות</w:t>
                          </w:r>
                          <w:proofErr w:type="spellEnd"/>
                        </w:p>
                        <w:p w14:paraId="3DD023FE" w14:textId="77777777" w:rsidR="00F9151B" w:rsidRDefault="00F9151B" w:rsidP="00534813">
                          <w:pPr>
                            <w:rPr>
                              <w:rFonts w:cs="David"/>
                              <w:b/>
                              <w:bCs/>
                              <w:rtl/>
                              <w:cs/>
                            </w:rPr>
                          </w:pPr>
                          <w:r w:rsidRPr="00534813">
                            <w:rPr>
                              <w:rFonts w:cs="David" w:hint="cs"/>
                              <w:b/>
                              <w:bCs/>
                              <w:rtl/>
                              <w:cs/>
                            </w:rPr>
                            <w:t xml:space="preserve">       מיסודה של מכללת אמונה</w:t>
                          </w:r>
                        </w:p>
                        <w:p w14:paraId="7501A5FB" w14:textId="77777777" w:rsidR="00F9151B" w:rsidRPr="000A7B7B" w:rsidRDefault="00F9151B" w:rsidP="00534813">
                          <w:pPr>
                            <w:rPr>
                              <w:rFonts w:cs="David"/>
                              <w:sz w:val="18"/>
                              <w:szCs w:val="18"/>
                              <w:rtl/>
                              <w:cs/>
                            </w:rPr>
                          </w:pPr>
                          <w:r w:rsidRPr="000A7B7B">
                            <w:rPr>
                              <w:rFonts w:cs="David" w:hint="cs"/>
                              <w:sz w:val="18"/>
                              <w:szCs w:val="18"/>
                              <w:rtl/>
                              <w:cs/>
                            </w:rPr>
                            <w:t xml:space="preserve">רח' דרך בית לחם 104, ת.ד. 10290 י-ם | </w:t>
                          </w:r>
                          <w:r>
                            <w:rPr>
                              <w:rFonts w:cs="David" w:hint="cs"/>
                              <w:sz w:val="18"/>
                              <w:szCs w:val="18"/>
                              <w:rtl/>
                              <w:cs/>
                            </w:rPr>
                            <w:t xml:space="preserve"> </w:t>
                          </w:r>
                          <w:r w:rsidRPr="000A7B7B">
                            <w:rPr>
                              <w:rFonts w:cs="David" w:hint="cs"/>
                              <w:sz w:val="18"/>
                              <w:szCs w:val="18"/>
                              <w:rtl/>
                              <w:cs/>
                            </w:rPr>
                            <w:t>מיקוד 91102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תיבת טקסט 1" o:spid="_x0000_s1027" type="#_x0000_t202" style="position:absolute;left:0;text-align:left;margin-left:-60.55pt;margin-top:8.35pt;width:210.85pt;height:45.15pt;flip:x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" stroked="f">
              <v:textbox style="mso-fit-shape-to-text:t">
                <w:txbxContent>
                  <w:p w:rsidR="00F9151B" w:rsidRPr="00534813" w:rsidRDefault="00F9151B" w:rsidP="000A7B7B">
                    <w:pPr>
                      <w:rPr>
                        <w:rFonts w:cs="David"/>
                        <w:b/>
                        <w:bCs/>
                        <w:rtl/>
                        <w:cs/>
                      </w:rPr>
                    </w:pPr>
                    <w:r>
                      <w:rPr>
                        <w:rFonts w:cs="David" w:hint="cs"/>
                        <w:b/>
                        <w:bCs/>
                        <w:rtl/>
                      </w:rPr>
                      <w:t xml:space="preserve">אמונה | </w:t>
                    </w:r>
                    <w:r w:rsidRPr="00534813">
                      <w:rPr>
                        <w:rFonts w:cs="David" w:hint="cs"/>
                        <w:b/>
                        <w:bCs/>
                        <w:rtl/>
                      </w:rPr>
                      <w:t>בית ספר להוראת ה</w:t>
                    </w:r>
                    <w:r w:rsidRPr="00534813">
                      <w:rPr>
                        <w:rFonts w:cs="David" w:hint="cs"/>
                        <w:b/>
                        <w:bCs/>
                        <w:rtl/>
                        <w:cs/>
                      </w:rPr>
                      <w:t>אמנויות</w:t>
                    </w:r>
                  </w:p>
                  <w:p w:rsidR="00F9151B" w:rsidRDefault="00F9151B" w:rsidP="00534813">
                    <w:pPr>
                      <w:rPr>
                        <w:rFonts w:cs="David"/>
                        <w:b/>
                        <w:bCs/>
                        <w:rtl/>
                        <w:cs/>
                      </w:rPr>
                    </w:pPr>
                    <w:r w:rsidRPr="00534813">
                      <w:rPr>
                        <w:rFonts w:cs="David" w:hint="cs"/>
                        <w:b/>
                        <w:bCs/>
                        <w:rtl/>
                        <w:cs/>
                      </w:rPr>
                      <w:t xml:space="preserve">       מיסודה של מכללת אמונה</w:t>
                    </w:r>
                  </w:p>
                  <w:p w:rsidR="00F9151B" w:rsidRPr="000A7B7B" w:rsidRDefault="00F9151B" w:rsidP="00534813">
                    <w:pPr>
                      <w:rPr>
                        <w:rFonts w:cs="David"/>
                        <w:sz w:val="18"/>
                        <w:szCs w:val="18"/>
                        <w:rtl/>
                        <w:cs/>
                      </w:rPr>
                    </w:pPr>
                    <w:r w:rsidRPr="000A7B7B">
                      <w:rPr>
                        <w:rFonts w:cs="David" w:hint="cs"/>
                        <w:sz w:val="18"/>
                        <w:szCs w:val="18"/>
                        <w:rtl/>
                        <w:cs/>
                      </w:rPr>
                      <w:t xml:space="preserve">רח' דרך בית לחם 104, ת.ד. 10290 י-ם | </w:t>
                    </w:r>
                    <w:r>
                      <w:rPr>
                        <w:rFonts w:cs="David" w:hint="cs"/>
                        <w:sz w:val="18"/>
                        <w:szCs w:val="18"/>
                        <w:rtl/>
                        <w:cs/>
                      </w:rPr>
                      <w:t xml:space="preserve"> </w:t>
                    </w:r>
                    <w:r w:rsidRPr="000A7B7B">
                      <w:rPr>
                        <w:rFonts w:cs="David" w:hint="cs"/>
                        <w:sz w:val="18"/>
                        <w:szCs w:val="18"/>
                        <w:rtl/>
                        <w:cs/>
                      </w:rPr>
                      <w:t>מיקוד 91102</w:t>
                    </w:r>
                  </w:p>
                </w:txbxContent>
              </v:textbox>
            </v:shape>
          </w:pict>
        </mc:Fallback>
      </mc:AlternateContent>
    </w:r>
  </w:p>
  <w:p w14:paraId="007F73AF" w14:textId="77777777" w:rsidR="00F727A2" w:rsidRPr="00AF532F" w:rsidRDefault="00F727A2" w:rsidP="00221915">
    <w:pPr>
      <w:pStyle w:val="a7"/>
      <w:rPr>
        <w:rFonts w:asciiTheme="majorBidi" w:hAnsiTheme="majorBidi" w:cstheme="majorBidi"/>
        <w:color w:val="31849B" w:themeColor="accent5" w:themeShade="BF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2BDEB" w14:textId="77777777" w:rsidR="00F9151B" w:rsidRDefault="00F9151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C7A95" w14:textId="77777777" w:rsidR="00857532" w:rsidRDefault="00857532" w:rsidP="00D66130">
      <w:r>
        <w:separator/>
      </w:r>
    </w:p>
  </w:footnote>
  <w:footnote w:type="continuationSeparator" w:id="0">
    <w:p w14:paraId="08E8ECFF" w14:textId="77777777" w:rsidR="00857532" w:rsidRDefault="00857532" w:rsidP="00D66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6D149" w14:textId="77777777" w:rsidR="00F9151B" w:rsidRDefault="00F9151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63B57" w14:textId="77777777" w:rsidR="008214DB" w:rsidRDefault="008214DB" w:rsidP="005F29C5">
    <w:pPr>
      <w:pStyle w:val="a5"/>
      <w:jc w:val="center"/>
    </w:pPr>
    <w:r w:rsidRPr="00FF434F">
      <w:rPr>
        <w:rFonts w:cs="David" w:hint="cs"/>
        <w:bCs/>
        <w:sz w:val="32"/>
        <w:szCs w:val="32"/>
        <w:rtl/>
      </w:rPr>
      <w:t>'אמונה-</w:t>
    </w:r>
    <w:proofErr w:type="spellStart"/>
    <w:r w:rsidRPr="00FF434F">
      <w:rPr>
        <w:rFonts w:cs="David" w:hint="cs"/>
        <w:bCs/>
        <w:sz w:val="32"/>
        <w:szCs w:val="32"/>
        <w:rtl/>
      </w:rPr>
      <w:t>אפרתה</w:t>
    </w:r>
    <w:proofErr w:type="spellEnd"/>
    <w:r w:rsidRPr="00FF434F">
      <w:rPr>
        <w:rFonts w:cs="David" w:hint="cs"/>
        <w:bCs/>
        <w:sz w:val="32"/>
        <w:szCs w:val="32"/>
        <w:rtl/>
      </w:rPr>
      <w:t xml:space="preserve"> - מכללה אקדמית </w:t>
    </w:r>
    <w:proofErr w:type="spellStart"/>
    <w:r w:rsidRPr="00FF434F">
      <w:rPr>
        <w:rFonts w:cs="David" w:hint="cs"/>
        <w:bCs/>
        <w:sz w:val="32"/>
        <w:szCs w:val="32"/>
        <w:rtl/>
      </w:rPr>
      <w:t>לאמנויות</w:t>
    </w:r>
    <w:proofErr w:type="spellEnd"/>
    <w:r w:rsidRPr="00FF434F">
      <w:rPr>
        <w:rFonts w:cs="David" w:hint="cs"/>
        <w:bCs/>
        <w:sz w:val="32"/>
        <w:szCs w:val="32"/>
        <w:rtl/>
      </w:rPr>
      <w:t xml:space="preserve"> וחינוך'</w:t>
    </w:r>
  </w:p>
  <w:p w14:paraId="4F7F4F99" w14:textId="77777777" w:rsidR="00853D4A" w:rsidRDefault="00853D4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2EC47" w14:textId="77777777" w:rsidR="00F9151B" w:rsidRDefault="00F9151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1BE"/>
    <w:rsid w:val="00084318"/>
    <w:rsid w:val="000B5827"/>
    <w:rsid w:val="000F6058"/>
    <w:rsid w:val="00121ADE"/>
    <w:rsid w:val="00126035"/>
    <w:rsid w:val="00184F24"/>
    <w:rsid w:val="0019458B"/>
    <w:rsid w:val="001B4856"/>
    <w:rsid w:val="001C336D"/>
    <w:rsid w:val="00221915"/>
    <w:rsid w:val="00224B18"/>
    <w:rsid w:val="0026204B"/>
    <w:rsid w:val="00280976"/>
    <w:rsid w:val="00284828"/>
    <w:rsid w:val="002A2129"/>
    <w:rsid w:val="002B7DC8"/>
    <w:rsid w:val="002C59BD"/>
    <w:rsid w:val="002F7E30"/>
    <w:rsid w:val="003D57F4"/>
    <w:rsid w:val="003E7211"/>
    <w:rsid w:val="003F630D"/>
    <w:rsid w:val="00402029"/>
    <w:rsid w:val="0040710E"/>
    <w:rsid w:val="0046238C"/>
    <w:rsid w:val="0047242D"/>
    <w:rsid w:val="004C460D"/>
    <w:rsid w:val="00510B50"/>
    <w:rsid w:val="0052064D"/>
    <w:rsid w:val="00544761"/>
    <w:rsid w:val="0056326C"/>
    <w:rsid w:val="00571EC8"/>
    <w:rsid w:val="005805FB"/>
    <w:rsid w:val="0058617B"/>
    <w:rsid w:val="005A0EB9"/>
    <w:rsid w:val="005C17CF"/>
    <w:rsid w:val="005D3572"/>
    <w:rsid w:val="005F4D3A"/>
    <w:rsid w:val="00607D80"/>
    <w:rsid w:val="006423D1"/>
    <w:rsid w:val="00650F2A"/>
    <w:rsid w:val="00677531"/>
    <w:rsid w:val="006821BE"/>
    <w:rsid w:val="007670B9"/>
    <w:rsid w:val="00770670"/>
    <w:rsid w:val="007925D7"/>
    <w:rsid w:val="007B1F09"/>
    <w:rsid w:val="007B59FA"/>
    <w:rsid w:val="007E0983"/>
    <w:rsid w:val="008214DB"/>
    <w:rsid w:val="00853D4A"/>
    <w:rsid w:val="00857532"/>
    <w:rsid w:val="00862820"/>
    <w:rsid w:val="008A3066"/>
    <w:rsid w:val="008E3C0E"/>
    <w:rsid w:val="0092717B"/>
    <w:rsid w:val="00972202"/>
    <w:rsid w:val="009855DF"/>
    <w:rsid w:val="00994AF3"/>
    <w:rsid w:val="009B4A5E"/>
    <w:rsid w:val="009E50DB"/>
    <w:rsid w:val="009F27C0"/>
    <w:rsid w:val="00A0564B"/>
    <w:rsid w:val="00A222EF"/>
    <w:rsid w:val="00AF532F"/>
    <w:rsid w:val="00B138AA"/>
    <w:rsid w:val="00BA67B2"/>
    <w:rsid w:val="00BD30E1"/>
    <w:rsid w:val="00CA5CD6"/>
    <w:rsid w:val="00D31F6B"/>
    <w:rsid w:val="00D6003D"/>
    <w:rsid w:val="00D66130"/>
    <w:rsid w:val="00D80DA2"/>
    <w:rsid w:val="00DC7607"/>
    <w:rsid w:val="00E341E5"/>
    <w:rsid w:val="00E50C0D"/>
    <w:rsid w:val="00E567EF"/>
    <w:rsid w:val="00E678DD"/>
    <w:rsid w:val="00E9146D"/>
    <w:rsid w:val="00EA05E6"/>
    <w:rsid w:val="00EA22A6"/>
    <w:rsid w:val="00ED50E7"/>
    <w:rsid w:val="00F06642"/>
    <w:rsid w:val="00F11C39"/>
    <w:rsid w:val="00F23C43"/>
    <w:rsid w:val="00F25A0A"/>
    <w:rsid w:val="00F30D52"/>
    <w:rsid w:val="00F42A6B"/>
    <w:rsid w:val="00F727A2"/>
    <w:rsid w:val="00F9151B"/>
    <w:rsid w:val="00F97511"/>
    <w:rsid w:val="00FB276A"/>
    <w:rsid w:val="00FD5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B89B3F"/>
  <w15:docId w15:val="{B3BE4BA1-5CFC-4292-A218-6C672966E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el" w:eastAsia="Calibri" w:hAnsi="ariel" w:cs="David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129"/>
    <w:pPr>
      <w:bidi/>
      <w:spacing w:line="360" w:lineRule="auto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7E30"/>
    <w:rPr>
      <w:rFonts w:ascii="Tahoma" w:hAnsi="Tahoma" w:cs="Tahoma"/>
      <w:sz w:val="16"/>
      <w:szCs w:val="16"/>
    </w:rPr>
  </w:style>
  <w:style w:type="character" w:customStyle="1" w:styleId="a4">
    <w:name w:val="טקסט בלונים תו"/>
    <w:link w:val="a3"/>
    <w:uiPriority w:val="99"/>
    <w:semiHidden/>
    <w:rsid w:val="002F7E3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66130"/>
    <w:pPr>
      <w:tabs>
        <w:tab w:val="center" w:pos="4153"/>
        <w:tab w:val="right" w:pos="8306"/>
      </w:tabs>
    </w:pPr>
  </w:style>
  <w:style w:type="character" w:customStyle="1" w:styleId="a6">
    <w:name w:val="כותרת עליונה תו"/>
    <w:link w:val="a5"/>
    <w:uiPriority w:val="99"/>
    <w:rsid w:val="00D66130"/>
    <w:rPr>
      <w:sz w:val="22"/>
      <w:szCs w:val="24"/>
    </w:rPr>
  </w:style>
  <w:style w:type="paragraph" w:styleId="a7">
    <w:name w:val="footer"/>
    <w:basedOn w:val="a"/>
    <w:link w:val="a8"/>
    <w:uiPriority w:val="99"/>
    <w:unhideWhenUsed/>
    <w:rsid w:val="00D66130"/>
    <w:pPr>
      <w:tabs>
        <w:tab w:val="center" w:pos="4153"/>
        <w:tab w:val="right" w:pos="8306"/>
      </w:tabs>
    </w:pPr>
  </w:style>
  <w:style w:type="character" w:customStyle="1" w:styleId="a8">
    <w:name w:val="כותרת תחתונה תו"/>
    <w:link w:val="a7"/>
    <w:uiPriority w:val="99"/>
    <w:rsid w:val="00D66130"/>
    <w:rPr>
      <w:sz w:val="22"/>
      <w:szCs w:val="24"/>
    </w:rPr>
  </w:style>
  <w:style w:type="table" w:styleId="a9">
    <w:name w:val="Table Grid"/>
    <w:basedOn w:val="a1"/>
    <w:uiPriority w:val="59"/>
    <w:rsid w:val="0047242D"/>
    <w:rPr>
      <w:rFonts w:ascii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126035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D31F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ww.gov.il/he/service/tax-coordination-online?trigger=sugg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iri@emef.ac.il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I\Desktop\&#1500;&#1493;&#1490;&#1493;%2090.dotx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לוגו 90</Template>
  <TotalTime>0</TotalTime>
  <Pages>1</Pages>
  <Words>176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EFRATA_College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 Cohen</dc:creator>
  <cp:lastModifiedBy>תמר רוט</cp:lastModifiedBy>
  <cp:revision>2</cp:revision>
  <cp:lastPrinted>2022-05-01T06:49:00Z</cp:lastPrinted>
  <dcterms:created xsi:type="dcterms:W3CDTF">2023-04-20T14:49:00Z</dcterms:created>
  <dcterms:modified xsi:type="dcterms:W3CDTF">2023-04-20T14:49:00Z</dcterms:modified>
</cp:coreProperties>
</file>